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894D3" w14:textId="77777777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A257D0" w:rsidRPr="00A257D0">
        <w:rPr>
          <w:rFonts w:ascii="Arial" w:eastAsia="Times New Roman" w:hAnsi="Arial" w:cs="Arial"/>
          <w:bCs/>
          <w:sz w:val="24"/>
          <w:szCs w:val="20"/>
          <w:lang w:eastAsia="pl-PL"/>
        </w:rPr>
        <w:t>9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0F2238AD" w14:textId="77777777" w:rsidTr="00D62E6E">
        <w:tc>
          <w:tcPr>
            <w:tcW w:w="2800" w:type="dxa"/>
          </w:tcPr>
          <w:p w14:paraId="44425F09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4144A3D4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14DC16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F01478A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688B0881" w14:textId="77777777" w:rsidTr="00D62E6E">
        <w:tc>
          <w:tcPr>
            <w:tcW w:w="2800" w:type="dxa"/>
          </w:tcPr>
          <w:p w14:paraId="2EE50506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22FE93E8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B7CE983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2170798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38D21A7D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257D0" w:rsidRPr="00C14101" w14:paraId="16015AA1" w14:textId="77777777" w:rsidTr="00F81DDD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4EF27E" w14:textId="77777777" w:rsidR="00A257D0" w:rsidRPr="00C14101" w:rsidRDefault="00A257D0" w:rsidP="00F81DDD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42B9B7BF" w14:textId="77777777" w:rsidR="00A257D0" w:rsidRPr="00C14101" w:rsidRDefault="00A257D0" w:rsidP="00F81DDD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A257D0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A257D0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A257D0">
              <w:rPr>
                <w:rFonts w:ascii="Arial" w:eastAsia="Times New Roman" w:hAnsi="Arial" w:cs="Arial"/>
                <w:lang w:eastAsia="pl-PL"/>
              </w:rPr>
              <w:t>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69CAEA7C" w14:textId="77777777" w:rsidR="00A257D0" w:rsidRPr="00C14101" w:rsidRDefault="00A257D0" w:rsidP="00F81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2892778E" w14:textId="77777777" w:rsidR="00A257D0" w:rsidRPr="00C14101" w:rsidRDefault="00A257D0" w:rsidP="00F81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4CFE965F" w14:textId="77777777" w:rsidR="00BC121E" w:rsidRPr="00C14101" w:rsidRDefault="00A257D0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00AC6DD6" w14:textId="77777777" w:rsidTr="00D62E6E">
        <w:tc>
          <w:tcPr>
            <w:tcW w:w="2269" w:type="dxa"/>
          </w:tcPr>
          <w:p w14:paraId="5DDBAA14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F18ACDD" w14:textId="37EB1DB1" w:rsidR="00D62E6E" w:rsidRPr="00D62E6E" w:rsidRDefault="00B43AB8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43AB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Uporządkowanie gospodarki wodno-ściekowej na terenie Gminy Brześć Kujawski - II Etap</w:t>
            </w:r>
          </w:p>
        </w:tc>
      </w:tr>
      <w:tr w:rsidR="00A257D0" w:rsidRPr="00D62E6E" w14:paraId="359A3ACF" w14:textId="77777777" w:rsidTr="00F81DDD">
        <w:tc>
          <w:tcPr>
            <w:tcW w:w="2269" w:type="dxa"/>
          </w:tcPr>
          <w:p w14:paraId="71FE4C28" w14:textId="77777777" w:rsidR="00A257D0" w:rsidRPr="00D62E6E" w:rsidRDefault="00A257D0" w:rsidP="00F81DD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43BC9B2F" w14:textId="0D846612" w:rsidR="00A257D0" w:rsidRPr="00D62E6E" w:rsidRDefault="00A257D0" w:rsidP="00F81DD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257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BI.II.271.2.202</w:t>
            </w:r>
            <w:r w:rsidR="00B43AB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Pr="00A257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.NŻ</w:t>
            </w:r>
          </w:p>
        </w:tc>
      </w:tr>
    </w:tbl>
    <w:p w14:paraId="78CEDDC7" w14:textId="77777777" w:rsidR="00BC121E" w:rsidRDefault="00A257D0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A257D0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331F1F8B" w14:textId="2E2B5937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FC4EA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B43AB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C09E1E6" w14:textId="375A2FDD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706874AD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B43AB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322C1C8E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2BF5B2E6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51EB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39882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A1E5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6097B1BB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CD9D4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5D4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3128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8B65A38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49D8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C76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5FEA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6AFD163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3200A1E6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5D4FD3B6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5A79E12E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314185AA" w14:textId="77777777" w:rsidTr="00620E37">
        <w:tc>
          <w:tcPr>
            <w:tcW w:w="2660" w:type="dxa"/>
          </w:tcPr>
          <w:p w14:paraId="10C0896A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56469F8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38422D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</w:tcPr>
          <w:p w14:paraId="5DD2C2DD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98A8B12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3063C3B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257D0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9B1A99E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72983" w14:textId="77777777" w:rsidR="00F97B66" w:rsidRDefault="00F97B66">
      <w:r>
        <w:separator/>
      </w:r>
    </w:p>
  </w:endnote>
  <w:endnote w:type="continuationSeparator" w:id="0">
    <w:p w14:paraId="6798DDCC" w14:textId="77777777" w:rsidR="00F97B66" w:rsidRDefault="00F9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EE93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A6DC3E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58C7D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F8B8541" w14:textId="74C5E029" w:rsidR="009A4CD3" w:rsidRDefault="004A3241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D4846F" wp14:editId="772C2CF6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31801110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43D94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0683F38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84404" w14:textId="77777777" w:rsidR="00A257D0" w:rsidRDefault="00A257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61553" w14:textId="77777777" w:rsidR="00F97B66" w:rsidRDefault="00F97B66">
      <w:r>
        <w:separator/>
      </w:r>
    </w:p>
  </w:footnote>
  <w:footnote w:type="continuationSeparator" w:id="0">
    <w:p w14:paraId="4B7AE0E6" w14:textId="77777777" w:rsidR="00F97B66" w:rsidRDefault="00F97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BE468" w14:textId="77777777" w:rsidR="00A257D0" w:rsidRDefault="00A257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E3769" w14:textId="77777777" w:rsidR="00A257D0" w:rsidRDefault="00A257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4EBC5" w14:textId="77777777" w:rsidR="00A257D0" w:rsidRDefault="00A257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411501">
    <w:abstractNumId w:val="13"/>
  </w:num>
  <w:num w:numId="2" w16cid:durableId="1949312483">
    <w:abstractNumId w:val="0"/>
  </w:num>
  <w:num w:numId="3" w16cid:durableId="1078820800">
    <w:abstractNumId w:val="11"/>
  </w:num>
  <w:num w:numId="4" w16cid:durableId="745688820">
    <w:abstractNumId w:val="8"/>
  </w:num>
  <w:num w:numId="5" w16cid:durableId="1045255217">
    <w:abstractNumId w:val="7"/>
  </w:num>
  <w:num w:numId="6" w16cid:durableId="388576171">
    <w:abstractNumId w:val="1"/>
  </w:num>
  <w:num w:numId="7" w16cid:durableId="1861967626">
    <w:abstractNumId w:val="6"/>
  </w:num>
  <w:num w:numId="8" w16cid:durableId="1559632716">
    <w:abstractNumId w:val="3"/>
  </w:num>
  <w:num w:numId="9" w16cid:durableId="1621842298">
    <w:abstractNumId w:val="2"/>
  </w:num>
  <w:num w:numId="10" w16cid:durableId="1985964111">
    <w:abstractNumId w:val="5"/>
  </w:num>
  <w:num w:numId="11" w16cid:durableId="1986930917">
    <w:abstractNumId w:val="10"/>
  </w:num>
  <w:num w:numId="12" w16cid:durableId="232201254">
    <w:abstractNumId w:val="4"/>
  </w:num>
  <w:num w:numId="13" w16cid:durableId="488909543">
    <w:abstractNumId w:val="9"/>
  </w:num>
  <w:num w:numId="14" w16cid:durableId="2842371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66"/>
    <w:rsid w:val="0000184A"/>
    <w:rsid w:val="00007C1C"/>
    <w:rsid w:val="00012997"/>
    <w:rsid w:val="000621A2"/>
    <w:rsid w:val="00062813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A3241"/>
    <w:rsid w:val="004B1027"/>
    <w:rsid w:val="004C55DE"/>
    <w:rsid w:val="004D5C77"/>
    <w:rsid w:val="004E3847"/>
    <w:rsid w:val="00517FF1"/>
    <w:rsid w:val="00527A6F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257D0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3AB8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E0229C"/>
    <w:rsid w:val="00E37A20"/>
    <w:rsid w:val="00EB5766"/>
    <w:rsid w:val="00EC667E"/>
    <w:rsid w:val="00F46593"/>
    <w:rsid w:val="00F568D6"/>
    <w:rsid w:val="00F70072"/>
    <w:rsid w:val="00F97B66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72FBD181"/>
  <w15:chartTrackingRefBased/>
  <w15:docId w15:val="{B30050EF-F9BE-403D-A242-91B1701A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225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3</cp:revision>
  <cp:lastPrinted>2010-01-07T09:39:00Z</cp:lastPrinted>
  <dcterms:created xsi:type="dcterms:W3CDTF">2025-08-12T14:07:00Z</dcterms:created>
  <dcterms:modified xsi:type="dcterms:W3CDTF">2026-02-05T15:29:00Z</dcterms:modified>
</cp:coreProperties>
</file>